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</w:t>
            </w:r>
            <w:r w:rsidR="00C11887">
              <w:rPr>
                <w:sz w:val="28"/>
                <w:szCs w:val="28"/>
              </w:rPr>
              <w:t>999-рГЗ</w:t>
            </w:r>
            <w:bookmarkStart w:id="0" w:name="_GoBack"/>
            <w:bookmarkEnd w:id="0"/>
            <w:r w:rsidRPr="00A320CD">
              <w:rPr>
                <w:sz w:val="28"/>
                <w:szCs w:val="28"/>
              </w:rPr>
              <w:t>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752FB2">
        <w:rPr>
          <w:b/>
          <w:bCs/>
          <w:sz w:val="28"/>
          <w:szCs w:val="28"/>
        </w:rPr>
        <w:t>020101:506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752FB2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752FB2">
        <w:rPr>
          <w:b/>
          <w:bCs/>
          <w:sz w:val="28"/>
          <w:szCs w:val="28"/>
        </w:rPr>
        <w:t>пер</w:t>
      </w:r>
      <w:r w:rsidR="00152D3B">
        <w:rPr>
          <w:b/>
          <w:bCs/>
          <w:sz w:val="28"/>
          <w:szCs w:val="28"/>
        </w:rPr>
        <w:t xml:space="preserve">. </w:t>
      </w:r>
      <w:r w:rsidR="00752FB2">
        <w:rPr>
          <w:b/>
          <w:bCs/>
          <w:sz w:val="28"/>
          <w:szCs w:val="28"/>
        </w:rPr>
        <w:t>Прохладный</w:t>
      </w:r>
      <w:r w:rsidR="00152D3B">
        <w:rPr>
          <w:b/>
          <w:bCs/>
          <w:sz w:val="28"/>
          <w:szCs w:val="28"/>
        </w:rPr>
        <w:t>,</w:t>
      </w:r>
      <w:r w:rsidR="00D948CF">
        <w:rPr>
          <w:b/>
          <w:bCs/>
          <w:sz w:val="28"/>
          <w:szCs w:val="28"/>
        </w:rPr>
        <w:t xml:space="preserve"> </w:t>
      </w:r>
      <w:r w:rsidR="00752FB2">
        <w:rPr>
          <w:b/>
          <w:bCs/>
          <w:sz w:val="28"/>
          <w:szCs w:val="28"/>
        </w:rPr>
        <w:t>2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464A34" w:rsidRPr="00464A34">
        <w:rPr>
          <w:sz w:val="28"/>
          <w:szCs w:val="28"/>
        </w:rPr>
        <w:t>статьи 45 Устава муниципального образования «Майминский район», принятого решением Майминского районного Совета депутатов от 22 июня 2005 года № 27-01, Положения о порядке организации и проведения публичных слушаний, общественных обсуждений в муниципальном образовании «Майминский район» утвержденного решением Майминского районного Совета депута</w:t>
      </w:r>
      <w:r w:rsidR="00464A34">
        <w:rPr>
          <w:sz w:val="28"/>
          <w:szCs w:val="28"/>
        </w:rPr>
        <w:t>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752FB2">
        <w:rPr>
          <w:sz w:val="28"/>
          <w:szCs w:val="28"/>
        </w:rPr>
        <w:t>Кляйн А</w:t>
      </w:r>
      <w:r w:rsidR="004D0A96">
        <w:rPr>
          <w:sz w:val="28"/>
          <w:szCs w:val="28"/>
        </w:rPr>
        <w:t>.</w:t>
      </w:r>
      <w:r w:rsidR="00752FB2">
        <w:rPr>
          <w:sz w:val="28"/>
          <w:szCs w:val="28"/>
        </w:rPr>
        <w:t>Р</w:t>
      </w:r>
      <w:r w:rsidR="000A3F5B">
        <w:rPr>
          <w:sz w:val="28"/>
          <w:szCs w:val="28"/>
        </w:rPr>
        <w:t xml:space="preserve">. </w:t>
      </w:r>
      <w:r w:rsidR="00103E5D">
        <w:rPr>
          <w:sz w:val="28"/>
          <w:szCs w:val="28"/>
        </w:rPr>
        <w:t>о</w:t>
      </w:r>
      <w:r w:rsidR="00752FB2">
        <w:rPr>
          <w:sz w:val="28"/>
          <w:szCs w:val="28"/>
        </w:rPr>
        <w:t>т 3</w:t>
      </w:r>
      <w:r w:rsidR="001E4940">
        <w:rPr>
          <w:sz w:val="28"/>
          <w:szCs w:val="28"/>
        </w:rPr>
        <w:t xml:space="preserve"> </w:t>
      </w:r>
      <w:r w:rsidR="00752FB2">
        <w:rPr>
          <w:sz w:val="28"/>
          <w:szCs w:val="28"/>
        </w:rPr>
        <w:t>сентября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752FB2">
        <w:rPr>
          <w:sz w:val="28"/>
          <w:szCs w:val="28"/>
        </w:rPr>
        <w:t>9249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752FB2">
        <w:rPr>
          <w:sz w:val="28"/>
          <w:szCs w:val="28"/>
        </w:rPr>
        <w:t>020101:506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2842FE">
        <w:rPr>
          <w:sz w:val="28"/>
          <w:szCs w:val="28"/>
        </w:rPr>
        <w:t xml:space="preserve">. </w:t>
      </w:r>
      <w:r w:rsidR="00752FB2">
        <w:rPr>
          <w:sz w:val="28"/>
          <w:szCs w:val="28"/>
        </w:rPr>
        <w:t>Манжерок</w:t>
      </w:r>
      <w:r w:rsidR="00DC405E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152D3B">
        <w:rPr>
          <w:sz w:val="28"/>
          <w:szCs w:val="28"/>
        </w:rPr>
        <w:t xml:space="preserve">. </w:t>
      </w:r>
      <w:r w:rsidR="00464A34">
        <w:rPr>
          <w:sz w:val="28"/>
          <w:szCs w:val="28"/>
        </w:rPr>
        <w:t>Прохлад</w:t>
      </w:r>
      <w:r w:rsidR="00752FB2">
        <w:rPr>
          <w:sz w:val="28"/>
          <w:szCs w:val="28"/>
        </w:rPr>
        <w:t>ный</w:t>
      </w:r>
      <w:r w:rsidR="00152D3B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2</w:t>
      </w:r>
      <w:r w:rsidR="00D948CF">
        <w:rPr>
          <w:sz w:val="28"/>
          <w:szCs w:val="28"/>
        </w:rPr>
        <w:t>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752FB2">
        <w:rPr>
          <w:sz w:val="28"/>
          <w:szCs w:val="28"/>
        </w:rPr>
        <w:t>020101:506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 xml:space="preserve">Манжерокское сельское поселение с. </w:t>
      </w:r>
      <w:r w:rsidR="00752FB2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152D3B">
        <w:rPr>
          <w:sz w:val="28"/>
          <w:szCs w:val="28"/>
        </w:rPr>
        <w:t xml:space="preserve">. </w:t>
      </w:r>
      <w:r w:rsidR="00752FB2">
        <w:rPr>
          <w:sz w:val="28"/>
          <w:szCs w:val="28"/>
        </w:rPr>
        <w:t>Прохладный</w:t>
      </w:r>
      <w:r w:rsidR="00152D3B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2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752FB2">
        <w:rPr>
          <w:bCs/>
          <w:sz w:val="28"/>
          <w:szCs w:val="28"/>
        </w:rPr>
        <w:t xml:space="preserve"> 7 ноября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 xml:space="preserve">с. </w:t>
      </w:r>
      <w:r w:rsidR="00752FB2">
        <w:rPr>
          <w:sz w:val="28"/>
          <w:szCs w:val="28"/>
        </w:rPr>
        <w:t>Манжерок</w:t>
      </w:r>
      <w:r w:rsidR="00DC405E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152D3B">
        <w:rPr>
          <w:sz w:val="28"/>
          <w:szCs w:val="28"/>
        </w:rPr>
        <w:t xml:space="preserve">. </w:t>
      </w:r>
      <w:r w:rsidR="00752FB2">
        <w:rPr>
          <w:sz w:val="28"/>
          <w:szCs w:val="28"/>
        </w:rPr>
        <w:t>Прохладный</w:t>
      </w:r>
      <w:r w:rsidR="00152D3B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2</w:t>
      </w:r>
      <w:r w:rsidR="007B2BB3">
        <w:rPr>
          <w:sz w:val="28"/>
          <w:szCs w:val="28"/>
        </w:rPr>
        <w:t>, в</w:t>
      </w:r>
      <w:r w:rsidR="00752FB2">
        <w:rPr>
          <w:bCs/>
          <w:sz w:val="28"/>
          <w:szCs w:val="28"/>
        </w:rPr>
        <w:t xml:space="preserve"> 10</w:t>
      </w:r>
      <w:r w:rsidR="002842FE">
        <w:rPr>
          <w:bCs/>
          <w:sz w:val="28"/>
          <w:szCs w:val="28"/>
        </w:rPr>
        <w:t>:0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980C65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980C65">
        <w:rPr>
          <w:sz w:val="28"/>
          <w:szCs w:val="28"/>
        </w:rPr>
        <w:t xml:space="preserve">                  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CA9" w:rsidRDefault="00437CA9" w:rsidP="00F2108F">
      <w:pPr>
        <w:spacing w:before="0" w:line="240" w:lineRule="auto"/>
      </w:pPr>
      <w:r>
        <w:separator/>
      </w:r>
    </w:p>
  </w:endnote>
  <w:endnote w:type="continuationSeparator" w:id="0">
    <w:p w:rsidR="00437CA9" w:rsidRDefault="00437CA9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CA9" w:rsidRDefault="00437CA9" w:rsidP="00F2108F">
      <w:pPr>
        <w:spacing w:before="0" w:line="240" w:lineRule="auto"/>
      </w:pPr>
      <w:r>
        <w:separator/>
      </w:r>
    </w:p>
  </w:footnote>
  <w:footnote w:type="continuationSeparator" w:id="0">
    <w:p w:rsidR="00437CA9" w:rsidRDefault="00437CA9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77E6B"/>
    <w:rsid w:val="0009038F"/>
    <w:rsid w:val="000910EB"/>
    <w:rsid w:val="00096503"/>
    <w:rsid w:val="000A0534"/>
    <w:rsid w:val="000A3F5B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2D3B"/>
    <w:rsid w:val="00153573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15D6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3E4120"/>
    <w:rsid w:val="00404565"/>
    <w:rsid w:val="00410653"/>
    <w:rsid w:val="00413A69"/>
    <w:rsid w:val="00420D57"/>
    <w:rsid w:val="00422845"/>
    <w:rsid w:val="00437CA9"/>
    <w:rsid w:val="0044630E"/>
    <w:rsid w:val="00446DCC"/>
    <w:rsid w:val="004521BE"/>
    <w:rsid w:val="004559EA"/>
    <w:rsid w:val="00464A34"/>
    <w:rsid w:val="004650F6"/>
    <w:rsid w:val="0048318D"/>
    <w:rsid w:val="004966D8"/>
    <w:rsid w:val="004A63D4"/>
    <w:rsid w:val="004A6C13"/>
    <w:rsid w:val="004B6841"/>
    <w:rsid w:val="004C2535"/>
    <w:rsid w:val="004C2AB5"/>
    <w:rsid w:val="004D0A96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055B"/>
    <w:rsid w:val="00734A00"/>
    <w:rsid w:val="007501E9"/>
    <w:rsid w:val="00750EF8"/>
    <w:rsid w:val="00751F3D"/>
    <w:rsid w:val="00752C0A"/>
    <w:rsid w:val="00752FB2"/>
    <w:rsid w:val="007570DF"/>
    <w:rsid w:val="00785353"/>
    <w:rsid w:val="007906A2"/>
    <w:rsid w:val="007955AD"/>
    <w:rsid w:val="007A4B08"/>
    <w:rsid w:val="007B13C1"/>
    <w:rsid w:val="007B2BB3"/>
    <w:rsid w:val="007B403E"/>
    <w:rsid w:val="007B7323"/>
    <w:rsid w:val="007C2661"/>
    <w:rsid w:val="007D6256"/>
    <w:rsid w:val="007E452D"/>
    <w:rsid w:val="007F7E00"/>
    <w:rsid w:val="00800FB3"/>
    <w:rsid w:val="008050E8"/>
    <w:rsid w:val="00824530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C65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1386E"/>
    <w:rsid w:val="00A27510"/>
    <w:rsid w:val="00A320CD"/>
    <w:rsid w:val="00A36AF0"/>
    <w:rsid w:val="00A779EE"/>
    <w:rsid w:val="00A90ECB"/>
    <w:rsid w:val="00A95F8F"/>
    <w:rsid w:val="00AA19AA"/>
    <w:rsid w:val="00AA2E95"/>
    <w:rsid w:val="00AA7AD7"/>
    <w:rsid w:val="00AB5DA3"/>
    <w:rsid w:val="00AB7446"/>
    <w:rsid w:val="00AC201F"/>
    <w:rsid w:val="00AC7FD3"/>
    <w:rsid w:val="00AD489B"/>
    <w:rsid w:val="00AD622A"/>
    <w:rsid w:val="00AE0351"/>
    <w:rsid w:val="00AE3AF5"/>
    <w:rsid w:val="00AE5E6A"/>
    <w:rsid w:val="00AF37D5"/>
    <w:rsid w:val="00AF6041"/>
    <w:rsid w:val="00AF7C87"/>
    <w:rsid w:val="00B01A1B"/>
    <w:rsid w:val="00B03071"/>
    <w:rsid w:val="00B04021"/>
    <w:rsid w:val="00B11024"/>
    <w:rsid w:val="00B148F7"/>
    <w:rsid w:val="00B1759E"/>
    <w:rsid w:val="00B2660B"/>
    <w:rsid w:val="00B317D4"/>
    <w:rsid w:val="00B474E0"/>
    <w:rsid w:val="00B71169"/>
    <w:rsid w:val="00B80D85"/>
    <w:rsid w:val="00B83FE3"/>
    <w:rsid w:val="00B8785D"/>
    <w:rsid w:val="00BB16A5"/>
    <w:rsid w:val="00BB5712"/>
    <w:rsid w:val="00BC0DE2"/>
    <w:rsid w:val="00BC1127"/>
    <w:rsid w:val="00BC6A90"/>
    <w:rsid w:val="00BF424B"/>
    <w:rsid w:val="00C05D34"/>
    <w:rsid w:val="00C11887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60A07"/>
    <w:rsid w:val="00D73EEF"/>
    <w:rsid w:val="00D73F9B"/>
    <w:rsid w:val="00D805D8"/>
    <w:rsid w:val="00D81FFE"/>
    <w:rsid w:val="00D86725"/>
    <w:rsid w:val="00D8709C"/>
    <w:rsid w:val="00D94113"/>
    <w:rsid w:val="00D948CF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D245F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46A43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F099B0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A745B-F17A-457F-8AFE-F195ABDA2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120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27</cp:revision>
  <cp:lastPrinted>2025-02-18T02:03:00Z</cp:lastPrinted>
  <dcterms:created xsi:type="dcterms:W3CDTF">2025-01-21T00:51:00Z</dcterms:created>
  <dcterms:modified xsi:type="dcterms:W3CDTF">2025-10-27T04:04:00Z</dcterms:modified>
</cp:coreProperties>
</file>